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CDA61D" w14:textId="251E16FC" w:rsidR="00047835" w:rsidRPr="00047835" w:rsidRDefault="0026294C" w:rsidP="00A67BD2">
      <w:pPr>
        <w:pStyle w:val="Nzev"/>
      </w:pPr>
      <w:r w:rsidRPr="0026294C">
        <w:t xml:space="preserve">Zpráva </w:t>
      </w:r>
      <w:r w:rsidR="000A60E6" w:rsidRPr="000A60E6">
        <w:t>o činnosti</w:t>
      </w:r>
      <w:r w:rsidR="000A60E6">
        <w:t xml:space="preserve"> za rok</w:t>
      </w:r>
      <w:r w:rsidR="002F1B95">
        <w:t xml:space="preserve"> 2025</w:t>
      </w:r>
      <w:r w:rsidR="00BF6BFB">
        <w:br/>
        <w:t xml:space="preserve">SH ČMS - </w:t>
      </w:r>
      <w:r w:rsidR="00047835" w:rsidRPr="00047835">
        <w:t>Sbor dobrovolných hasičů</w:t>
      </w:r>
      <w:r w:rsidR="00BF6BFB">
        <w:t xml:space="preserve"> </w:t>
      </w:r>
      <w:r w:rsidR="00B152E8" w:rsidRPr="00B152E8">
        <w:t>[název]</w:t>
      </w:r>
    </w:p>
    <w:p w14:paraId="74B0B465" w14:textId="77777777" w:rsidR="00A076A8" w:rsidRDefault="00A076A8" w:rsidP="00452C7E">
      <w:pPr>
        <w:jc w:val="center"/>
      </w:pPr>
      <w:r>
        <w:t>Valná hromada konaná dne [datum] v [místo konání]</w:t>
      </w:r>
    </w:p>
    <w:p w14:paraId="10A92FBC" w14:textId="77777777" w:rsidR="00062EB9" w:rsidRDefault="00062EB9" w:rsidP="00062EB9"/>
    <w:p w14:paraId="69F94256" w14:textId="439CD28D" w:rsidR="00606064" w:rsidRDefault="00606064" w:rsidP="0058103D">
      <w:pPr>
        <w:pStyle w:val="Nadpis1"/>
      </w:pPr>
      <w:r>
        <w:t>Úvod</w:t>
      </w:r>
    </w:p>
    <w:p w14:paraId="423080E6" w14:textId="77777777" w:rsidR="00606064" w:rsidRDefault="00606064" w:rsidP="00DA63BE">
      <w:pPr>
        <w:pStyle w:val="Odstavecseseznamem"/>
        <w:numPr>
          <w:ilvl w:val="0"/>
          <w:numId w:val="40"/>
        </w:numPr>
      </w:pPr>
      <w:r>
        <w:t>Přivítání přítomných a krátké zhodnocení období.</w:t>
      </w:r>
    </w:p>
    <w:p w14:paraId="47A1E478" w14:textId="77777777" w:rsidR="00606064" w:rsidRDefault="00606064" w:rsidP="00DA63BE">
      <w:pPr>
        <w:pStyle w:val="Odstavecseseznamem"/>
        <w:numPr>
          <w:ilvl w:val="0"/>
          <w:numId w:val="40"/>
        </w:numPr>
      </w:pPr>
      <w:r>
        <w:t>Poděkování členům, obci a spolupracujícím organizacím.</w:t>
      </w:r>
    </w:p>
    <w:p w14:paraId="65E0B5B4" w14:textId="77777777" w:rsidR="00606064" w:rsidRDefault="00606064" w:rsidP="00DA63BE">
      <w:pPr>
        <w:pStyle w:val="Odstavecseseznamem"/>
        <w:numPr>
          <w:ilvl w:val="0"/>
          <w:numId w:val="40"/>
        </w:numPr>
      </w:pPr>
      <w:r>
        <w:t>Uvedení, že zpráva shrnuje činnost SDH v souladu s plánem práce a posláním sboru.</w:t>
      </w:r>
    </w:p>
    <w:p w14:paraId="54BCB5C1" w14:textId="0C0CD015" w:rsidR="00606064" w:rsidRDefault="00606064" w:rsidP="00DA63BE">
      <w:pPr>
        <w:pStyle w:val="Nadpis1"/>
      </w:pPr>
      <w:r>
        <w:t>Organizační záležitosti sboru</w:t>
      </w:r>
    </w:p>
    <w:p w14:paraId="117E0F48" w14:textId="77777777" w:rsidR="00606064" w:rsidRDefault="00606064" w:rsidP="00DA63BE">
      <w:pPr>
        <w:pStyle w:val="Odstavecseseznamem"/>
        <w:numPr>
          <w:ilvl w:val="0"/>
          <w:numId w:val="39"/>
        </w:numPr>
      </w:pPr>
      <w:r>
        <w:t>Stav členské základny (počty, změny, přijetí nových členů, úmrtí).</w:t>
      </w:r>
    </w:p>
    <w:p w14:paraId="6E05FFFC" w14:textId="77777777" w:rsidR="00606064" w:rsidRDefault="00606064" w:rsidP="00DA63BE">
      <w:pPr>
        <w:pStyle w:val="Odstavecseseznamem"/>
        <w:numPr>
          <w:ilvl w:val="0"/>
          <w:numId w:val="39"/>
        </w:numPr>
      </w:pPr>
      <w:r>
        <w:t>Přehled výboru SDH a případné změny ve funkcích.</w:t>
      </w:r>
    </w:p>
    <w:p w14:paraId="15EF2C3A" w14:textId="77777777" w:rsidR="00606064" w:rsidRDefault="00606064" w:rsidP="00DA63BE">
      <w:pPr>
        <w:pStyle w:val="Odstavecseseznamem"/>
        <w:numPr>
          <w:ilvl w:val="0"/>
          <w:numId w:val="39"/>
        </w:numPr>
      </w:pPr>
      <w:r>
        <w:t>Spolupráce s obcí, okrskem a orgány SH ČMS (OSH, KSH).</w:t>
      </w:r>
    </w:p>
    <w:p w14:paraId="3DA03C91" w14:textId="77777777" w:rsidR="00606064" w:rsidRDefault="00606064" w:rsidP="00DA63BE">
      <w:pPr>
        <w:pStyle w:val="Odstavecseseznamem"/>
        <w:numPr>
          <w:ilvl w:val="0"/>
          <w:numId w:val="39"/>
        </w:numPr>
      </w:pPr>
      <w:r>
        <w:t>Účast zástupců SDH na školeních, poradách a akcích vyšších orgánů.</w:t>
      </w:r>
    </w:p>
    <w:p w14:paraId="0D89A532" w14:textId="1B004A3B" w:rsidR="00606064" w:rsidRDefault="00606064" w:rsidP="00DA63BE">
      <w:pPr>
        <w:pStyle w:val="Nadpis1"/>
      </w:pPr>
      <w:r>
        <w:t>Činnost výboru SDH a komisí</w:t>
      </w:r>
    </w:p>
    <w:p w14:paraId="4BBBBE37" w14:textId="77777777" w:rsidR="00606064" w:rsidRDefault="00606064" w:rsidP="00DA63BE">
      <w:pPr>
        <w:pStyle w:val="Odstavecseseznamem"/>
        <w:numPr>
          <w:ilvl w:val="0"/>
          <w:numId w:val="38"/>
        </w:numPr>
      </w:pPr>
      <w:r>
        <w:t>Pravidelnost schůzí výboru, účast členů.</w:t>
      </w:r>
    </w:p>
    <w:p w14:paraId="67B14A2A" w14:textId="77777777" w:rsidR="00606064" w:rsidRDefault="00606064" w:rsidP="00DA63BE">
      <w:pPr>
        <w:pStyle w:val="Odstavecseseznamem"/>
        <w:numPr>
          <w:ilvl w:val="0"/>
          <w:numId w:val="38"/>
        </w:numPr>
      </w:pPr>
      <w:r>
        <w:t>Hlavní projednávané body (akce, údržba techniky, práce s mládeží, hospodaření).</w:t>
      </w:r>
    </w:p>
    <w:p w14:paraId="504BEE3B" w14:textId="77777777" w:rsidR="00606064" w:rsidRDefault="00606064" w:rsidP="00DA63BE">
      <w:pPr>
        <w:pStyle w:val="Odstavecseseznamem"/>
        <w:numPr>
          <w:ilvl w:val="0"/>
          <w:numId w:val="38"/>
        </w:numPr>
      </w:pPr>
      <w:r>
        <w:t>Spolupráce mezi výborem, jednotkou, kroužkem mládeže a ostatními členy.</w:t>
      </w:r>
    </w:p>
    <w:p w14:paraId="57952E76" w14:textId="6D1C50A4" w:rsidR="00606064" w:rsidRDefault="00606064" w:rsidP="00DA63BE">
      <w:pPr>
        <w:pStyle w:val="Nadpis1"/>
      </w:pPr>
      <w:r>
        <w:t>Odborná činnost a zásahy jednotky SDH (JSDH)</w:t>
      </w:r>
    </w:p>
    <w:p w14:paraId="385DE238" w14:textId="77777777" w:rsidR="00606064" w:rsidRDefault="00606064" w:rsidP="00DA63BE">
      <w:pPr>
        <w:pStyle w:val="Odstavecseseznamem"/>
        <w:numPr>
          <w:ilvl w:val="0"/>
          <w:numId w:val="37"/>
        </w:numPr>
      </w:pPr>
      <w:r>
        <w:t>Přehled zásahů za období (požáry, technické pomoci, asistence apod.).</w:t>
      </w:r>
    </w:p>
    <w:p w14:paraId="44F23E64" w14:textId="77777777" w:rsidR="00606064" w:rsidRDefault="00606064" w:rsidP="00DA63BE">
      <w:pPr>
        <w:pStyle w:val="Odstavecseseznamem"/>
        <w:numPr>
          <w:ilvl w:val="0"/>
          <w:numId w:val="37"/>
        </w:numPr>
      </w:pPr>
      <w:r>
        <w:t>Počet výjezdů, spolupráce s HZS a okolními jednotkami.</w:t>
      </w:r>
    </w:p>
    <w:p w14:paraId="4F7FCB3A" w14:textId="77777777" w:rsidR="00606064" w:rsidRDefault="00606064" w:rsidP="00DA63BE">
      <w:pPr>
        <w:pStyle w:val="Odstavecseseznamem"/>
        <w:numPr>
          <w:ilvl w:val="0"/>
          <w:numId w:val="37"/>
        </w:numPr>
      </w:pPr>
      <w:r>
        <w:t>Údržba techniky a vybavení, školení členů jednotky.</w:t>
      </w:r>
    </w:p>
    <w:p w14:paraId="5ECDF4A4" w14:textId="77777777" w:rsidR="00606064" w:rsidRDefault="00606064" w:rsidP="00DA63BE">
      <w:pPr>
        <w:pStyle w:val="Odstavecseseznamem"/>
        <w:numPr>
          <w:ilvl w:val="0"/>
          <w:numId w:val="37"/>
        </w:numPr>
      </w:pPr>
      <w:r>
        <w:t>Případné získané dotace, obnova výstroje a výzbroje.</w:t>
      </w:r>
    </w:p>
    <w:p w14:paraId="11626906" w14:textId="38A71BA1" w:rsidR="00606064" w:rsidRDefault="00606064" w:rsidP="00DA63BE">
      <w:pPr>
        <w:pStyle w:val="Nadpis1"/>
      </w:pPr>
      <w:r>
        <w:t>Práce s mládeží</w:t>
      </w:r>
    </w:p>
    <w:p w14:paraId="1C3F1A8C" w14:textId="77777777" w:rsidR="00606064" w:rsidRDefault="00606064" w:rsidP="00DA63BE">
      <w:pPr>
        <w:pStyle w:val="Odstavecseseznamem"/>
        <w:numPr>
          <w:ilvl w:val="0"/>
          <w:numId w:val="36"/>
        </w:numPr>
      </w:pPr>
      <w:r>
        <w:t>Přehled činnosti kroužku mladých hasičů (schůzky, soutěže, akce).</w:t>
      </w:r>
    </w:p>
    <w:p w14:paraId="1FB956FC" w14:textId="77777777" w:rsidR="00606064" w:rsidRDefault="00606064" w:rsidP="00DA63BE">
      <w:pPr>
        <w:pStyle w:val="Odstavecseseznamem"/>
        <w:numPr>
          <w:ilvl w:val="0"/>
          <w:numId w:val="36"/>
        </w:numPr>
      </w:pPr>
      <w:r>
        <w:t>Úspěchy v soutěžích, výcvik, účast na soustředěních.</w:t>
      </w:r>
    </w:p>
    <w:p w14:paraId="65200A09" w14:textId="77777777" w:rsidR="00606064" w:rsidRDefault="00606064" w:rsidP="00DA63BE">
      <w:pPr>
        <w:pStyle w:val="Odstavecseseznamem"/>
        <w:numPr>
          <w:ilvl w:val="0"/>
          <w:numId w:val="36"/>
        </w:numPr>
      </w:pPr>
      <w:r>
        <w:t>Spolupráce s rodiči a školou.</w:t>
      </w:r>
    </w:p>
    <w:p w14:paraId="0EEADE1F" w14:textId="41561042" w:rsidR="00606064" w:rsidRDefault="00606064" w:rsidP="00DA63BE">
      <w:pPr>
        <w:pStyle w:val="Nadpis1"/>
      </w:pPr>
      <w:r>
        <w:t>Kulturní a společenská činnost</w:t>
      </w:r>
    </w:p>
    <w:p w14:paraId="44248FB1" w14:textId="77777777" w:rsidR="00606064" w:rsidRDefault="00606064" w:rsidP="00DA63BE">
      <w:pPr>
        <w:pStyle w:val="Odstavecseseznamem"/>
        <w:numPr>
          <w:ilvl w:val="0"/>
          <w:numId w:val="35"/>
        </w:numPr>
      </w:pPr>
      <w:r>
        <w:t>Uspořádané akce pro veřejnost (ples, pálení čarodějnic, dětský den, soutěž, výročí).</w:t>
      </w:r>
    </w:p>
    <w:p w14:paraId="7F18670F" w14:textId="77777777" w:rsidR="00606064" w:rsidRDefault="00606064" w:rsidP="00DA63BE">
      <w:pPr>
        <w:pStyle w:val="Odstavecseseznamem"/>
        <w:numPr>
          <w:ilvl w:val="0"/>
          <w:numId w:val="35"/>
        </w:numPr>
      </w:pPr>
      <w:r>
        <w:t>Účast členů SDH na akcích v obci a okolí.</w:t>
      </w:r>
    </w:p>
    <w:p w14:paraId="58A56CC7" w14:textId="77777777" w:rsidR="00606064" w:rsidRDefault="00606064" w:rsidP="00DA63BE">
      <w:pPr>
        <w:pStyle w:val="Odstavecseseznamem"/>
        <w:numPr>
          <w:ilvl w:val="0"/>
          <w:numId w:val="35"/>
        </w:numPr>
      </w:pPr>
      <w:r>
        <w:t>Spolupráce s místními spolky a obecním úřadem.</w:t>
      </w:r>
    </w:p>
    <w:p w14:paraId="2027F5F6" w14:textId="3CAB4CCA" w:rsidR="00606064" w:rsidRDefault="00606064" w:rsidP="00DA63BE">
      <w:pPr>
        <w:pStyle w:val="Nadpis1"/>
      </w:pPr>
      <w:r>
        <w:t>Údržba a správa majetku</w:t>
      </w:r>
    </w:p>
    <w:p w14:paraId="65B45043" w14:textId="77777777" w:rsidR="00606064" w:rsidRDefault="00606064" w:rsidP="00DA63BE">
      <w:pPr>
        <w:pStyle w:val="Odstavecseseznamem"/>
        <w:numPr>
          <w:ilvl w:val="0"/>
          <w:numId w:val="34"/>
        </w:numPr>
      </w:pPr>
      <w:r>
        <w:t>Péče o hasičskou zbrojnici, vozidla, výzbroj a výstroj.</w:t>
      </w:r>
    </w:p>
    <w:p w14:paraId="05F88B2F" w14:textId="77777777" w:rsidR="00606064" w:rsidRDefault="00606064" w:rsidP="00DA63BE">
      <w:pPr>
        <w:pStyle w:val="Odstavecseseznamem"/>
        <w:numPr>
          <w:ilvl w:val="0"/>
          <w:numId w:val="34"/>
        </w:numPr>
      </w:pPr>
      <w:r>
        <w:t>Prováděné opravy, investice, případné nové vybavení.</w:t>
      </w:r>
    </w:p>
    <w:p w14:paraId="42014A82" w14:textId="175B39FB" w:rsidR="00606064" w:rsidRDefault="00606064" w:rsidP="00DA63BE">
      <w:pPr>
        <w:pStyle w:val="Nadpis1"/>
      </w:pPr>
      <w:r>
        <w:t>Hospodářské zajištění činnosti</w:t>
      </w:r>
    </w:p>
    <w:p w14:paraId="3FCC3071" w14:textId="77777777" w:rsidR="00606064" w:rsidRDefault="00606064" w:rsidP="00DA63BE">
      <w:pPr>
        <w:pStyle w:val="Odstavecseseznamem"/>
        <w:numPr>
          <w:ilvl w:val="0"/>
          <w:numId w:val="32"/>
        </w:numPr>
      </w:pPr>
      <w:r>
        <w:t>Získané příjmy (dotace, příspěvky obce, členské příspěvky, výnosy z akcí).</w:t>
      </w:r>
    </w:p>
    <w:p w14:paraId="077AF41E" w14:textId="77777777" w:rsidR="00606064" w:rsidRDefault="00606064" w:rsidP="00DA63BE">
      <w:pPr>
        <w:pStyle w:val="Odstavecseseznamem"/>
        <w:numPr>
          <w:ilvl w:val="0"/>
          <w:numId w:val="32"/>
        </w:numPr>
      </w:pPr>
      <w:r>
        <w:t>Přehled výdajů (materiál, údržba, doprava, akce).</w:t>
      </w:r>
    </w:p>
    <w:p w14:paraId="2D8868AA" w14:textId="77777777" w:rsidR="00606064" w:rsidRDefault="00606064" w:rsidP="00DA63BE">
      <w:pPr>
        <w:pStyle w:val="Odstavecseseznamem"/>
        <w:numPr>
          <w:ilvl w:val="0"/>
          <w:numId w:val="32"/>
        </w:numPr>
      </w:pPr>
      <w:r>
        <w:t>Poděkování sponzorům a podporovatelům.</w:t>
      </w:r>
    </w:p>
    <w:p w14:paraId="3191D8CE" w14:textId="0E1B642C" w:rsidR="00606064" w:rsidRDefault="00606064" w:rsidP="00DA63BE">
      <w:pPr>
        <w:pStyle w:val="Nadpis1"/>
      </w:pPr>
      <w:r>
        <w:lastRenderedPageBreak/>
        <w:t>Zhodnocení uplynulého roku / volebního období</w:t>
      </w:r>
    </w:p>
    <w:p w14:paraId="33793AE1" w14:textId="77777777" w:rsidR="00606064" w:rsidRDefault="00606064" w:rsidP="00DA63BE">
      <w:pPr>
        <w:pStyle w:val="Odstavecseseznamem"/>
        <w:numPr>
          <w:ilvl w:val="0"/>
          <w:numId w:val="31"/>
        </w:numPr>
      </w:pPr>
      <w:r>
        <w:t>Vyzdvihnutí úspěchů, zlepšení spolupráce, viditelných výsledků.</w:t>
      </w:r>
    </w:p>
    <w:p w14:paraId="139FE16F" w14:textId="77777777" w:rsidR="00606064" w:rsidRDefault="00606064" w:rsidP="00DA63BE">
      <w:pPr>
        <w:pStyle w:val="Odstavecseseznamem"/>
        <w:numPr>
          <w:ilvl w:val="0"/>
          <w:numId w:val="31"/>
        </w:numPr>
      </w:pPr>
      <w:r>
        <w:t>Zmínka o problémech a výzvách do dalšího období.</w:t>
      </w:r>
    </w:p>
    <w:p w14:paraId="20C56C42" w14:textId="77777777" w:rsidR="00606064" w:rsidRDefault="00606064" w:rsidP="00DA63BE">
      <w:pPr>
        <w:pStyle w:val="Odstavecseseznamem"/>
        <w:numPr>
          <w:ilvl w:val="0"/>
          <w:numId w:val="31"/>
        </w:numPr>
      </w:pPr>
      <w:r>
        <w:t>Poděkování všem členům za práci, obci a partnerům za podporu.</w:t>
      </w:r>
    </w:p>
    <w:p w14:paraId="5EFEBDD8" w14:textId="1FE4E6F9" w:rsidR="00606064" w:rsidRDefault="00606064" w:rsidP="00DA63BE">
      <w:pPr>
        <w:pStyle w:val="Nadpis1"/>
      </w:pPr>
      <w:r>
        <w:t>Závěr</w:t>
      </w:r>
    </w:p>
    <w:p w14:paraId="5AF42A49" w14:textId="77777777" w:rsidR="00606064" w:rsidRDefault="00606064" w:rsidP="00DA63BE">
      <w:pPr>
        <w:pStyle w:val="Odstavecseseznamem"/>
        <w:numPr>
          <w:ilvl w:val="0"/>
          <w:numId w:val="30"/>
        </w:numPr>
      </w:pPr>
      <w:r>
        <w:t>Krátké shrnutí činnosti a přání do dalšího roku.</w:t>
      </w:r>
    </w:p>
    <w:p w14:paraId="7DD9726F" w14:textId="77777777" w:rsidR="00606064" w:rsidRDefault="00606064" w:rsidP="00DA63BE">
      <w:pPr>
        <w:pStyle w:val="Odstavecseseznamem"/>
        <w:numPr>
          <w:ilvl w:val="0"/>
          <w:numId w:val="30"/>
        </w:numPr>
      </w:pPr>
      <w:r>
        <w:t>Výzva k aktivní účasti členů na činnosti sboru.</w:t>
      </w:r>
    </w:p>
    <w:p w14:paraId="102A4C52" w14:textId="4287A0C6" w:rsidR="00BC6255" w:rsidRPr="00047835" w:rsidRDefault="00606064" w:rsidP="00DA63BE">
      <w:pPr>
        <w:pStyle w:val="Odstavecseseznamem"/>
        <w:numPr>
          <w:ilvl w:val="0"/>
          <w:numId w:val="30"/>
        </w:numPr>
      </w:pPr>
      <w:r>
        <w:t>Poděkování za pozornost.</w:t>
      </w:r>
    </w:p>
    <w:sectPr w:rsidR="00BC6255" w:rsidRPr="00047835" w:rsidSect="00FA6BAD">
      <w:pgSz w:w="11906" w:h="16838" w:code="9"/>
      <w:pgMar w:top="851" w:right="851" w:bottom="567" w:left="851" w:header="567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5C3225" w14:textId="77777777" w:rsidR="00344DA2" w:rsidRDefault="00344DA2" w:rsidP="00A67BD2">
      <w:r>
        <w:separator/>
      </w:r>
    </w:p>
  </w:endnote>
  <w:endnote w:type="continuationSeparator" w:id="0">
    <w:p w14:paraId="6E5B71EA" w14:textId="77777777" w:rsidR="00344DA2" w:rsidRDefault="00344DA2" w:rsidP="00A67B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1BDAD9" w14:textId="77777777" w:rsidR="00344DA2" w:rsidRDefault="00344DA2" w:rsidP="00A67BD2">
      <w:r>
        <w:separator/>
      </w:r>
    </w:p>
  </w:footnote>
  <w:footnote w:type="continuationSeparator" w:id="0">
    <w:p w14:paraId="6BEAA4BC" w14:textId="77777777" w:rsidR="00344DA2" w:rsidRDefault="00344DA2" w:rsidP="00A67B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8218AE"/>
    <w:multiLevelType w:val="hybridMultilevel"/>
    <w:tmpl w:val="F212280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616CB3"/>
    <w:multiLevelType w:val="hybridMultilevel"/>
    <w:tmpl w:val="CF30FC3A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71237"/>
    <w:multiLevelType w:val="hybridMultilevel"/>
    <w:tmpl w:val="E6C49EC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067515"/>
    <w:multiLevelType w:val="hybridMultilevel"/>
    <w:tmpl w:val="0F3CF69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E822B3"/>
    <w:multiLevelType w:val="hybridMultilevel"/>
    <w:tmpl w:val="FD9E3C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4983C2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C2C69D40">
      <w:start w:val="6"/>
      <w:numFmt w:val="bullet"/>
      <w:lvlText w:val="-"/>
      <w:lvlJc w:val="left"/>
      <w:pPr>
        <w:ind w:left="2340" w:hanging="360"/>
      </w:pPr>
      <w:rPr>
        <w:rFonts w:ascii="Calibri" w:eastAsia="Times New Roman" w:hAnsi="Calibri" w:cs="Calibri"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B56540"/>
    <w:multiLevelType w:val="hybridMultilevel"/>
    <w:tmpl w:val="9320B15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0D2856"/>
    <w:multiLevelType w:val="hybridMultilevel"/>
    <w:tmpl w:val="ECBEC362"/>
    <w:lvl w:ilvl="0" w:tplc="85A8FE0E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712E92"/>
    <w:multiLevelType w:val="hybridMultilevel"/>
    <w:tmpl w:val="C34603B8"/>
    <w:lvl w:ilvl="0" w:tplc="8D849A30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5B37E5"/>
    <w:multiLevelType w:val="hybridMultilevel"/>
    <w:tmpl w:val="372619E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B11AEF"/>
    <w:multiLevelType w:val="hybridMultilevel"/>
    <w:tmpl w:val="E9AAD49E"/>
    <w:lvl w:ilvl="0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1027850"/>
    <w:multiLevelType w:val="hybridMultilevel"/>
    <w:tmpl w:val="E9E80DB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0B4C32"/>
    <w:multiLevelType w:val="multilevel"/>
    <w:tmpl w:val="0405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2" w15:restartNumberingAfterBreak="0">
    <w:nsid w:val="29EF7C7E"/>
    <w:multiLevelType w:val="hybridMultilevel"/>
    <w:tmpl w:val="26C0FC98"/>
    <w:lvl w:ilvl="0" w:tplc="EBD4ABC4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D9451AC"/>
    <w:multiLevelType w:val="hybridMultilevel"/>
    <w:tmpl w:val="DF9E558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E094967"/>
    <w:multiLevelType w:val="hybridMultilevel"/>
    <w:tmpl w:val="5BDA201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7549D3"/>
    <w:multiLevelType w:val="hybridMultilevel"/>
    <w:tmpl w:val="C6D682A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274949"/>
    <w:multiLevelType w:val="hybridMultilevel"/>
    <w:tmpl w:val="56D49EE8"/>
    <w:lvl w:ilvl="0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34A42D6B"/>
    <w:multiLevelType w:val="hybridMultilevel"/>
    <w:tmpl w:val="222404F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2C4599"/>
    <w:multiLevelType w:val="hybridMultilevel"/>
    <w:tmpl w:val="88E43AB0"/>
    <w:lvl w:ilvl="0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373F1F4C"/>
    <w:multiLevelType w:val="hybridMultilevel"/>
    <w:tmpl w:val="F2AEA334"/>
    <w:lvl w:ilvl="0" w:tplc="5A20D2D6">
      <w:start w:val="31"/>
      <w:numFmt w:val="bullet"/>
      <w:lvlText w:val="•"/>
      <w:lvlJc w:val="left"/>
      <w:pPr>
        <w:ind w:left="1065" w:hanging="705"/>
      </w:pPr>
      <w:rPr>
        <w:rFonts w:ascii="Aptos Narrow" w:eastAsiaTheme="minorHAnsi" w:hAnsi="Aptos Narrow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7BE3DB8"/>
    <w:multiLevelType w:val="hybridMultilevel"/>
    <w:tmpl w:val="EB2A3114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cs="Wingdings"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87F2A10"/>
    <w:multiLevelType w:val="hybridMultilevel"/>
    <w:tmpl w:val="27540ADC"/>
    <w:lvl w:ilvl="0" w:tplc="BE0EAFB6">
      <w:start w:val="1"/>
      <w:numFmt w:val="lowerLetter"/>
      <w:lvlText w:val="%1)"/>
      <w:lvlJc w:val="left"/>
      <w:pPr>
        <w:ind w:left="720" w:hanging="360"/>
      </w:pPr>
      <w:rPr>
        <w:b w:val="0"/>
        <w:bCs w:val="0"/>
        <w:i w:val="0"/>
        <w:iCs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B13039B"/>
    <w:multiLevelType w:val="hybridMultilevel"/>
    <w:tmpl w:val="20966F60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088662F"/>
    <w:multiLevelType w:val="hybridMultilevel"/>
    <w:tmpl w:val="4B02FD90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2254821"/>
    <w:multiLevelType w:val="hybridMultilevel"/>
    <w:tmpl w:val="B1B4EBE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71B1787"/>
    <w:multiLevelType w:val="hybridMultilevel"/>
    <w:tmpl w:val="E8EA0B2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A31022F"/>
    <w:multiLevelType w:val="hybridMultilevel"/>
    <w:tmpl w:val="EA0C641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E3F173A"/>
    <w:multiLevelType w:val="hybridMultilevel"/>
    <w:tmpl w:val="63DA3FC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F5534FF"/>
    <w:multiLevelType w:val="hybridMultilevel"/>
    <w:tmpl w:val="3DFC74E6"/>
    <w:lvl w:ilvl="0" w:tplc="20DABC8E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40340D3"/>
    <w:multiLevelType w:val="hybridMultilevel"/>
    <w:tmpl w:val="3828CCF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4A15BC4"/>
    <w:multiLevelType w:val="hybridMultilevel"/>
    <w:tmpl w:val="D8BAFCC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0F">
      <w:start w:val="1"/>
      <w:numFmt w:val="decimal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6F50D57"/>
    <w:multiLevelType w:val="hybridMultilevel"/>
    <w:tmpl w:val="FF3060A0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88C1759"/>
    <w:multiLevelType w:val="hybridMultilevel"/>
    <w:tmpl w:val="D228FE1A"/>
    <w:lvl w:ilvl="0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68914F4F"/>
    <w:multiLevelType w:val="hybridMultilevel"/>
    <w:tmpl w:val="1436AF9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B876FAB"/>
    <w:multiLevelType w:val="hybridMultilevel"/>
    <w:tmpl w:val="8A80BD12"/>
    <w:lvl w:ilvl="0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72F7343D"/>
    <w:multiLevelType w:val="hybridMultilevel"/>
    <w:tmpl w:val="35CEAAC8"/>
    <w:lvl w:ilvl="0" w:tplc="FBCA065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67D6A90"/>
    <w:multiLevelType w:val="hybridMultilevel"/>
    <w:tmpl w:val="D87A640E"/>
    <w:lvl w:ilvl="0" w:tplc="04050005">
      <w:start w:val="1"/>
      <w:numFmt w:val="bullet"/>
      <w:lvlText w:val=""/>
      <w:lvlJc w:val="left"/>
      <w:pPr>
        <w:ind w:left="1068" w:hanging="360"/>
      </w:pPr>
      <w:rPr>
        <w:rFonts w:ascii="Wingdings" w:hAnsi="Wingdings" w:cs="Wingdings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7" w15:restartNumberingAfterBreak="0">
    <w:nsid w:val="777C216F"/>
    <w:multiLevelType w:val="hybridMultilevel"/>
    <w:tmpl w:val="D136BC3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89954C5"/>
    <w:multiLevelType w:val="hybridMultilevel"/>
    <w:tmpl w:val="A022ABB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CBF0B0B"/>
    <w:multiLevelType w:val="hybridMultilevel"/>
    <w:tmpl w:val="18DE467C"/>
    <w:lvl w:ilvl="0" w:tplc="FFFFFFFF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281648337">
    <w:abstractNumId w:val="11"/>
  </w:num>
  <w:num w:numId="2" w16cid:durableId="276841652">
    <w:abstractNumId w:val="0"/>
  </w:num>
  <w:num w:numId="3" w16cid:durableId="1310400316">
    <w:abstractNumId w:val="35"/>
  </w:num>
  <w:num w:numId="4" w16cid:durableId="824205646">
    <w:abstractNumId w:val="21"/>
  </w:num>
  <w:num w:numId="5" w16cid:durableId="433869088">
    <w:abstractNumId w:val="25"/>
  </w:num>
  <w:num w:numId="6" w16cid:durableId="1422995374">
    <w:abstractNumId w:val="33"/>
  </w:num>
  <w:num w:numId="7" w16cid:durableId="19093632">
    <w:abstractNumId w:val="36"/>
  </w:num>
  <w:num w:numId="8" w16cid:durableId="1750496430">
    <w:abstractNumId w:val="12"/>
  </w:num>
  <w:num w:numId="9" w16cid:durableId="1424105745">
    <w:abstractNumId w:val="17"/>
  </w:num>
  <w:num w:numId="10" w16cid:durableId="495190694">
    <w:abstractNumId w:val="30"/>
  </w:num>
  <w:num w:numId="11" w16cid:durableId="2026470328">
    <w:abstractNumId w:val="4"/>
  </w:num>
  <w:num w:numId="12" w16cid:durableId="2094087651">
    <w:abstractNumId w:val="20"/>
  </w:num>
  <w:num w:numId="13" w16cid:durableId="539130012">
    <w:abstractNumId w:val="26"/>
  </w:num>
  <w:num w:numId="14" w16cid:durableId="54401933">
    <w:abstractNumId w:val="29"/>
  </w:num>
  <w:num w:numId="15" w16cid:durableId="1250581710">
    <w:abstractNumId w:val="10"/>
  </w:num>
  <w:num w:numId="16" w16cid:durableId="1058431376">
    <w:abstractNumId w:val="28"/>
  </w:num>
  <w:num w:numId="17" w16cid:durableId="559483944">
    <w:abstractNumId w:val="1"/>
  </w:num>
  <w:num w:numId="18" w16cid:durableId="1673952876">
    <w:abstractNumId w:val="7"/>
  </w:num>
  <w:num w:numId="19" w16cid:durableId="1322848788">
    <w:abstractNumId w:val="15"/>
  </w:num>
  <w:num w:numId="20" w16cid:durableId="366419186">
    <w:abstractNumId w:val="19"/>
  </w:num>
  <w:num w:numId="21" w16cid:durableId="1371301819">
    <w:abstractNumId w:val="27"/>
  </w:num>
  <w:num w:numId="22" w16cid:durableId="1995378740">
    <w:abstractNumId w:val="6"/>
  </w:num>
  <w:num w:numId="23" w16cid:durableId="1947887477">
    <w:abstractNumId w:val="5"/>
  </w:num>
  <w:num w:numId="24" w16cid:durableId="1920359819">
    <w:abstractNumId w:val="32"/>
  </w:num>
  <w:num w:numId="25" w16cid:durableId="2053921550">
    <w:abstractNumId w:val="34"/>
  </w:num>
  <w:num w:numId="26" w16cid:durableId="1918202848">
    <w:abstractNumId w:val="18"/>
  </w:num>
  <w:num w:numId="27" w16cid:durableId="4140372">
    <w:abstractNumId w:val="16"/>
  </w:num>
  <w:num w:numId="28" w16cid:durableId="1561751389">
    <w:abstractNumId w:val="39"/>
  </w:num>
  <w:num w:numId="29" w16cid:durableId="820120279">
    <w:abstractNumId w:val="9"/>
  </w:num>
  <w:num w:numId="30" w16cid:durableId="563299882">
    <w:abstractNumId w:val="37"/>
  </w:num>
  <w:num w:numId="31" w16cid:durableId="54670289">
    <w:abstractNumId w:val="8"/>
  </w:num>
  <w:num w:numId="32" w16cid:durableId="144326414">
    <w:abstractNumId w:val="24"/>
  </w:num>
  <w:num w:numId="33" w16cid:durableId="1650479606">
    <w:abstractNumId w:val="2"/>
  </w:num>
  <w:num w:numId="34" w16cid:durableId="1690835756">
    <w:abstractNumId w:val="23"/>
  </w:num>
  <w:num w:numId="35" w16cid:durableId="875047422">
    <w:abstractNumId w:val="14"/>
  </w:num>
  <w:num w:numId="36" w16cid:durableId="1551728060">
    <w:abstractNumId w:val="38"/>
  </w:num>
  <w:num w:numId="37" w16cid:durableId="1051687670">
    <w:abstractNumId w:val="3"/>
  </w:num>
  <w:num w:numId="38" w16cid:durableId="255871472">
    <w:abstractNumId w:val="13"/>
  </w:num>
  <w:num w:numId="39" w16cid:durableId="756170391">
    <w:abstractNumId w:val="31"/>
  </w:num>
  <w:num w:numId="40" w16cid:durableId="20318135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attachedTemplate r:id="rId1"/>
  <w:defaultTabStop w:val="708"/>
  <w:hyphenationZone w:val="425"/>
  <w:drawingGridHorizontalSpacing w:val="10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42E3"/>
    <w:rsid w:val="0000524F"/>
    <w:rsid w:val="00010D7F"/>
    <w:rsid w:val="000144A7"/>
    <w:rsid w:val="00041E4A"/>
    <w:rsid w:val="00047835"/>
    <w:rsid w:val="000534BE"/>
    <w:rsid w:val="00060642"/>
    <w:rsid w:val="00062EB9"/>
    <w:rsid w:val="0007282F"/>
    <w:rsid w:val="00072F44"/>
    <w:rsid w:val="0008794F"/>
    <w:rsid w:val="000A0B25"/>
    <w:rsid w:val="000A60E6"/>
    <w:rsid w:val="000B36B4"/>
    <w:rsid w:val="000D74FC"/>
    <w:rsid w:val="000F0486"/>
    <w:rsid w:val="000F12B6"/>
    <w:rsid w:val="0012029D"/>
    <w:rsid w:val="001230C0"/>
    <w:rsid w:val="00145196"/>
    <w:rsid w:val="001619EF"/>
    <w:rsid w:val="001877DB"/>
    <w:rsid w:val="00193352"/>
    <w:rsid w:val="001B6122"/>
    <w:rsid w:val="001C3E11"/>
    <w:rsid w:val="001D31BD"/>
    <w:rsid w:val="001D557C"/>
    <w:rsid w:val="001D6F82"/>
    <w:rsid w:val="001F757F"/>
    <w:rsid w:val="00201127"/>
    <w:rsid w:val="00231BAB"/>
    <w:rsid w:val="00234481"/>
    <w:rsid w:val="00240690"/>
    <w:rsid w:val="00260C1C"/>
    <w:rsid w:val="00260C8B"/>
    <w:rsid w:val="0026294C"/>
    <w:rsid w:val="002872B8"/>
    <w:rsid w:val="002879B3"/>
    <w:rsid w:val="002923F2"/>
    <w:rsid w:val="002962DE"/>
    <w:rsid w:val="002A0E40"/>
    <w:rsid w:val="002B0AA2"/>
    <w:rsid w:val="002B3388"/>
    <w:rsid w:val="002B60FE"/>
    <w:rsid w:val="002C7963"/>
    <w:rsid w:val="002D4ACA"/>
    <w:rsid w:val="002D5EF2"/>
    <w:rsid w:val="002E181D"/>
    <w:rsid w:val="002F035B"/>
    <w:rsid w:val="002F1B95"/>
    <w:rsid w:val="0032240C"/>
    <w:rsid w:val="00324E4A"/>
    <w:rsid w:val="0032718A"/>
    <w:rsid w:val="00342865"/>
    <w:rsid w:val="00344DA2"/>
    <w:rsid w:val="00345D4C"/>
    <w:rsid w:val="0036395C"/>
    <w:rsid w:val="00381307"/>
    <w:rsid w:val="003A35A1"/>
    <w:rsid w:val="003A47E4"/>
    <w:rsid w:val="003B01CA"/>
    <w:rsid w:val="003B5681"/>
    <w:rsid w:val="003C73EF"/>
    <w:rsid w:val="003F065E"/>
    <w:rsid w:val="003F1F65"/>
    <w:rsid w:val="003F20A2"/>
    <w:rsid w:val="00402471"/>
    <w:rsid w:val="00420726"/>
    <w:rsid w:val="00452C7E"/>
    <w:rsid w:val="0045760B"/>
    <w:rsid w:val="00471A6F"/>
    <w:rsid w:val="004C4FCD"/>
    <w:rsid w:val="004D5F56"/>
    <w:rsid w:val="004D7170"/>
    <w:rsid w:val="004E1165"/>
    <w:rsid w:val="00500EAC"/>
    <w:rsid w:val="0050259E"/>
    <w:rsid w:val="00522404"/>
    <w:rsid w:val="005245A9"/>
    <w:rsid w:val="00541414"/>
    <w:rsid w:val="0056224E"/>
    <w:rsid w:val="00573649"/>
    <w:rsid w:val="0058103D"/>
    <w:rsid w:val="00591D1F"/>
    <w:rsid w:val="0059354F"/>
    <w:rsid w:val="005B52F1"/>
    <w:rsid w:val="005C4E0A"/>
    <w:rsid w:val="005E32AF"/>
    <w:rsid w:val="00602E2B"/>
    <w:rsid w:val="00606064"/>
    <w:rsid w:val="0060675E"/>
    <w:rsid w:val="00607750"/>
    <w:rsid w:val="0061169A"/>
    <w:rsid w:val="006269E1"/>
    <w:rsid w:val="0063063B"/>
    <w:rsid w:val="0064702A"/>
    <w:rsid w:val="00650185"/>
    <w:rsid w:val="00651FA3"/>
    <w:rsid w:val="006752D4"/>
    <w:rsid w:val="0068670E"/>
    <w:rsid w:val="00697D6B"/>
    <w:rsid w:val="006B2CC9"/>
    <w:rsid w:val="006B475D"/>
    <w:rsid w:val="006C1720"/>
    <w:rsid w:val="006D569C"/>
    <w:rsid w:val="006E4CD7"/>
    <w:rsid w:val="006F6D7E"/>
    <w:rsid w:val="00710C5F"/>
    <w:rsid w:val="0073009B"/>
    <w:rsid w:val="00734225"/>
    <w:rsid w:val="00745CE3"/>
    <w:rsid w:val="00762175"/>
    <w:rsid w:val="0076344D"/>
    <w:rsid w:val="0076759C"/>
    <w:rsid w:val="00785EFC"/>
    <w:rsid w:val="007A08F9"/>
    <w:rsid w:val="007A646C"/>
    <w:rsid w:val="007B0B66"/>
    <w:rsid w:val="007B5CB8"/>
    <w:rsid w:val="007C483A"/>
    <w:rsid w:val="007E4852"/>
    <w:rsid w:val="007F4458"/>
    <w:rsid w:val="007F44A7"/>
    <w:rsid w:val="007F6AC5"/>
    <w:rsid w:val="0082735D"/>
    <w:rsid w:val="008317AF"/>
    <w:rsid w:val="00851F23"/>
    <w:rsid w:val="00856D54"/>
    <w:rsid w:val="00862185"/>
    <w:rsid w:val="008674B9"/>
    <w:rsid w:val="0087502B"/>
    <w:rsid w:val="008A07CA"/>
    <w:rsid w:val="008B0097"/>
    <w:rsid w:val="008D3D55"/>
    <w:rsid w:val="008E4008"/>
    <w:rsid w:val="009112F8"/>
    <w:rsid w:val="00912144"/>
    <w:rsid w:val="00912A7E"/>
    <w:rsid w:val="00966434"/>
    <w:rsid w:val="00980B48"/>
    <w:rsid w:val="009C409E"/>
    <w:rsid w:val="009D4B5F"/>
    <w:rsid w:val="009F0D47"/>
    <w:rsid w:val="009F6CEA"/>
    <w:rsid w:val="009F744B"/>
    <w:rsid w:val="009F74D2"/>
    <w:rsid w:val="00A076A8"/>
    <w:rsid w:val="00A337AE"/>
    <w:rsid w:val="00A43C98"/>
    <w:rsid w:val="00A67BD2"/>
    <w:rsid w:val="00A74794"/>
    <w:rsid w:val="00A8633B"/>
    <w:rsid w:val="00A8688C"/>
    <w:rsid w:val="00AC3F6E"/>
    <w:rsid w:val="00AC7451"/>
    <w:rsid w:val="00AD389A"/>
    <w:rsid w:val="00AE324B"/>
    <w:rsid w:val="00AF1E7A"/>
    <w:rsid w:val="00B152E8"/>
    <w:rsid w:val="00B56447"/>
    <w:rsid w:val="00B70D78"/>
    <w:rsid w:val="00B72BFD"/>
    <w:rsid w:val="00B87FB6"/>
    <w:rsid w:val="00BB24E0"/>
    <w:rsid w:val="00BC59AE"/>
    <w:rsid w:val="00BC6255"/>
    <w:rsid w:val="00BC63B6"/>
    <w:rsid w:val="00BE4BAA"/>
    <w:rsid w:val="00BF4DCE"/>
    <w:rsid w:val="00BF6BFB"/>
    <w:rsid w:val="00C07C75"/>
    <w:rsid w:val="00C2143B"/>
    <w:rsid w:val="00C41B4A"/>
    <w:rsid w:val="00C4380D"/>
    <w:rsid w:val="00C9024B"/>
    <w:rsid w:val="00C91A08"/>
    <w:rsid w:val="00CA40E6"/>
    <w:rsid w:val="00CA7BDB"/>
    <w:rsid w:val="00CB1CCA"/>
    <w:rsid w:val="00CB5DDB"/>
    <w:rsid w:val="00CC1732"/>
    <w:rsid w:val="00CC570A"/>
    <w:rsid w:val="00CD1004"/>
    <w:rsid w:val="00CD2FF5"/>
    <w:rsid w:val="00CE7C78"/>
    <w:rsid w:val="00D02B36"/>
    <w:rsid w:val="00D1163D"/>
    <w:rsid w:val="00D123D7"/>
    <w:rsid w:val="00D35054"/>
    <w:rsid w:val="00D35A3D"/>
    <w:rsid w:val="00D36249"/>
    <w:rsid w:val="00D47309"/>
    <w:rsid w:val="00D4790A"/>
    <w:rsid w:val="00D80BF1"/>
    <w:rsid w:val="00D85DD9"/>
    <w:rsid w:val="00DA63BE"/>
    <w:rsid w:val="00DB191E"/>
    <w:rsid w:val="00DB3D7D"/>
    <w:rsid w:val="00DB5B4A"/>
    <w:rsid w:val="00DE0D41"/>
    <w:rsid w:val="00DF6A12"/>
    <w:rsid w:val="00E142E3"/>
    <w:rsid w:val="00E1593F"/>
    <w:rsid w:val="00E223E1"/>
    <w:rsid w:val="00E315F0"/>
    <w:rsid w:val="00E45500"/>
    <w:rsid w:val="00E45B57"/>
    <w:rsid w:val="00E579BA"/>
    <w:rsid w:val="00EB486E"/>
    <w:rsid w:val="00EC2D93"/>
    <w:rsid w:val="00EC33ED"/>
    <w:rsid w:val="00EC564E"/>
    <w:rsid w:val="00EC5D6F"/>
    <w:rsid w:val="00EF31E7"/>
    <w:rsid w:val="00F147FD"/>
    <w:rsid w:val="00F24C0E"/>
    <w:rsid w:val="00F2545B"/>
    <w:rsid w:val="00F6209A"/>
    <w:rsid w:val="00F6743D"/>
    <w:rsid w:val="00F72985"/>
    <w:rsid w:val="00F8011D"/>
    <w:rsid w:val="00F85778"/>
    <w:rsid w:val="00FA6BAD"/>
    <w:rsid w:val="00FB0AC9"/>
    <w:rsid w:val="00FD3507"/>
    <w:rsid w:val="00FD764B"/>
    <w:rsid w:val="00FE03ED"/>
    <w:rsid w:val="00FE09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98872A"/>
  <w15:chartTrackingRefBased/>
  <w15:docId w15:val="{73F0D287-373D-4BA2-A3A9-80DB4F39E8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67BD2"/>
    <w:pPr>
      <w:spacing w:after="60"/>
      <w:jc w:val="both"/>
    </w:pPr>
    <w:rPr>
      <w:rFonts w:ascii="Aptos Narrow" w:hAnsi="Aptos Narrow" w:cstheme="minorBidi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DA63BE"/>
    <w:pPr>
      <w:keepNext/>
      <w:spacing w:before="200" w:after="200"/>
      <w:outlineLvl w:val="0"/>
    </w:pPr>
    <w:rPr>
      <w:b/>
      <w:bCs/>
      <w:spacing w:val="10"/>
      <w:kern w:val="32"/>
      <w:sz w:val="28"/>
      <w:szCs w:val="32"/>
    </w:rPr>
  </w:style>
  <w:style w:type="paragraph" w:styleId="Nadpis2">
    <w:name w:val="heading 2"/>
    <w:basedOn w:val="Normln"/>
    <w:next w:val="Normln"/>
    <w:link w:val="Nadpis2Char"/>
    <w:qFormat/>
    <w:rsid w:val="00651FA3"/>
    <w:pPr>
      <w:keepNext/>
      <w:numPr>
        <w:ilvl w:val="1"/>
        <w:numId w:val="1"/>
      </w:numPr>
      <w:spacing w:before="100"/>
      <w:outlineLvl w:val="1"/>
    </w:pPr>
    <w:rPr>
      <w:b/>
      <w:bCs/>
      <w:i/>
      <w:iCs/>
      <w:spacing w:val="10"/>
      <w:szCs w:val="28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651FA3"/>
    <w:pPr>
      <w:keepNext/>
      <w:keepLines/>
      <w:numPr>
        <w:ilvl w:val="2"/>
        <w:numId w:val="1"/>
      </w:numPr>
      <w:spacing w:before="60"/>
      <w:outlineLvl w:val="2"/>
    </w:pPr>
    <w:rPr>
      <w:rFonts w:asciiTheme="minorHAnsi" w:eastAsiaTheme="majorEastAsia" w:hAnsiTheme="minorHAnsi" w:cstheme="majorBidi"/>
      <w:i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651FA3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651FA3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651FA3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dpis7">
    <w:name w:val="heading 7"/>
    <w:basedOn w:val="Normln"/>
    <w:next w:val="Normln"/>
    <w:link w:val="Nadpis7Char"/>
    <w:semiHidden/>
    <w:unhideWhenUsed/>
    <w:qFormat/>
    <w:rsid w:val="00651FA3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dpis8">
    <w:name w:val="heading 8"/>
    <w:basedOn w:val="Normln"/>
    <w:next w:val="Normln"/>
    <w:link w:val="Nadpis8Char"/>
    <w:semiHidden/>
    <w:unhideWhenUsed/>
    <w:qFormat/>
    <w:rsid w:val="00651FA3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651FA3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abulka">
    <w:name w:val="Tabulka"/>
    <w:basedOn w:val="Normln"/>
    <w:link w:val="TabulkaChar"/>
    <w:qFormat/>
    <w:rsid w:val="00651FA3"/>
    <w:pPr>
      <w:spacing w:after="0"/>
    </w:pPr>
  </w:style>
  <w:style w:type="character" w:customStyle="1" w:styleId="Nadpis1Char">
    <w:name w:val="Nadpis 1 Char"/>
    <w:basedOn w:val="Standardnpsmoodstavce"/>
    <w:link w:val="Nadpis1"/>
    <w:rsid w:val="00651FA3"/>
    <w:rPr>
      <w:rFonts w:ascii="Aptos" w:hAnsi="Aptos" w:cstheme="minorBidi"/>
      <w:b/>
      <w:bCs/>
      <w:spacing w:val="10"/>
      <w:kern w:val="32"/>
      <w:sz w:val="28"/>
      <w:szCs w:val="32"/>
    </w:rPr>
  </w:style>
  <w:style w:type="character" w:customStyle="1" w:styleId="Nadpis2Char">
    <w:name w:val="Nadpis 2 Char"/>
    <w:basedOn w:val="Standardnpsmoodstavce"/>
    <w:link w:val="Nadpis2"/>
    <w:rsid w:val="00651FA3"/>
    <w:rPr>
      <w:rFonts w:ascii="Aptos" w:hAnsi="Aptos" w:cstheme="minorBidi"/>
      <w:b/>
      <w:bCs/>
      <w:i/>
      <w:iCs/>
      <w:spacing w:val="10"/>
      <w:sz w:val="24"/>
      <w:szCs w:val="28"/>
    </w:rPr>
  </w:style>
  <w:style w:type="character" w:customStyle="1" w:styleId="Nadpis3Char">
    <w:name w:val="Nadpis 3 Char"/>
    <w:basedOn w:val="Standardnpsmoodstavce"/>
    <w:link w:val="Nadpis3"/>
    <w:semiHidden/>
    <w:rsid w:val="00651FA3"/>
    <w:rPr>
      <w:rFonts w:asciiTheme="minorHAnsi" w:eastAsiaTheme="majorEastAsia" w:hAnsiTheme="minorHAnsi" w:cstheme="majorBidi"/>
      <w:i/>
      <w:sz w:val="24"/>
      <w:szCs w:val="24"/>
    </w:rPr>
  </w:style>
  <w:style w:type="paragraph" w:styleId="Zhlav">
    <w:name w:val="header"/>
    <w:basedOn w:val="Normln"/>
    <w:link w:val="ZhlavChar"/>
    <w:qFormat/>
    <w:rsid w:val="00651FA3"/>
    <w:pPr>
      <w:tabs>
        <w:tab w:val="center" w:pos="4536"/>
        <w:tab w:val="right" w:pos="9072"/>
      </w:tabs>
      <w:spacing w:after="0"/>
    </w:pPr>
    <w:rPr>
      <w:spacing w:val="10"/>
      <w:sz w:val="18"/>
    </w:rPr>
  </w:style>
  <w:style w:type="character" w:customStyle="1" w:styleId="ZhlavChar">
    <w:name w:val="Záhlaví Char"/>
    <w:basedOn w:val="Standardnpsmoodstavce"/>
    <w:link w:val="Zhlav"/>
    <w:rsid w:val="00651FA3"/>
    <w:rPr>
      <w:rFonts w:ascii="Aptos" w:hAnsi="Aptos" w:cstheme="minorBidi"/>
      <w:spacing w:val="10"/>
      <w:sz w:val="18"/>
      <w:szCs w:val="24"/>
    </w:rPr>
  </w:style>
  <w:style w:type="paragraph" w:styleId="Nzev">
    <w:name w:val="Title"/>
    <w:basedOn w:val="Normln"/>
    <w:next w:val="Normln"/>
    <w:link w:val="NzevChar"/>
    <w:qFormat/>
    <w:rsid w:val="00651FA3"/>
    <w:pPr>
      <w:spacing w:after="200"/>
      <w:jc w:val="center"/>
      <w:outlineLvl w:val="0"/>
    </w:pPr>
    <w:rPr>
      <w:b/>
      <w:bCs/>
      <w:caps/>
      <w:spacing w:val="30"/>
      <w:kern w:val="28"/>
      <w:sz w:val="32"/>
      <w:szCs w:val="32"/>
    </w:rPr>
  </w:style>
  <w:style w:type="character" w:customStyle="1" w:styleId="NzevChar">
    <w:name w:val="Název Char"/>
    <w:basedOn w:val="Standardnpsmoodstavce"/>
    <w:link w:val="Nzev"/>
    <w:rsid w:val="00651FA3"/>
    <w:rPr>
      <w:rFonts w:ascii="Aptos" w:hAnsi="Aptos" w:cstheme="minorBidi"/>
      <w:b/>
      <w:bCs/>
      <w:caps/>
      <w:spacing w:val="30"/>
      <w:kern w:val="28"/>
      <w:sz w:val="32"/>
      <w:szCs w:val="32"/>
    </w:rPr>
  </w:style>
  <w:style w:type="paragraph" w:styleId="Podnadpis">
    <w:name w:val="Subtitle"/>
    <w:basedOn w:val="Normln"/>
    <w:next w:val="Normln"/>
    <w:link w:val="PodnadpisChar"/>
    <w:qFormat/>
    <w:rsid w:val="00651FA3"/>
    <w:pPr>
      <w:spacing w:before="100" w:after="200"/>
      <w:jc w:val="center"/>
      <w:outlineLvl w:val="1"/>
    </w:pPr>
    <w:rPr>
      <w:spacing w:val="10"/>
    </w:rPr>
  </w:style>
  <w:style w:type="character" w:customStyle="1" w:styleId="PodnadpisChar">
    <w:name w:val="Podnadpis Char"/>
    <w:basedOn w:val="Standardnpsmoodstavce"/>
    <w:link w:val="Podnadpis"/>
    <w:rsid w:val="00651FA3"/>
    <w:rPr>
      <w:rFonts w:ascii="Aptos" w:hAnsi="Aptos" w:cstheme="minorBidi"/>
      <w:spacing w:val="10"/>
      <w:sz w:val="24"/>
      <w:szCs w:val="24"/>
    </w:rPr>
  </w:style>
  <w:style w:type="character" w:styleId="Siln">
    <w:name w:val="Strong"/>
    <w:basedOn w:val="Standardnpsmoodstavce"/>
    <w:qFormat/>
    <w:rsid w:val="00651FA3"/>
    <w:rPr>
      <w:rFonts w:ascii="Aptos" w:hAnsi="Aptos"/>
      <w:b/>
      <w:bCs/>
      <w:spacing w:val="10"/>
      <w:sz w:val="20"/>
    </w:rPr>
  </w:style>
  <w:style w:type="character" w:styleId="Zdraznn">
    <w:name w:val="Emphasis"/>
    <w:basedOn w:val="Standardnpsmoodstavce"/>
    <w:qFormat/>
    <w:rsid w:val="00651FA3"/>
    <w:rPr>
      <w:rFonts w:ascii="Aptos" w:hAnsi="Aptos"/>
      <w:i/>
      <w:iCs/>
    </w:rPr>
  </w:style>
  <w:style w:type="paragraph" w:styleId="Bezmezer">
    <w:name w:val="No Spacing"/>
    <w:uiPriority w:val="1"/>
    <w:qFormat/>
    <w:rsid w:val="00651FA3"/>
    <w:rPr>
      <w:rFonts w:ascii="Aptos" w:hAnsi="Aptos"/>
      <w:szCs w:val="24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651FA3"/>
    <w:pPr>
      <w:pBdr>
        <w:bottom w:val="single" w:sz="4" w:space="4" w:color="auto"/>
      </w:pBdr>
      <w:spacing w:before="200" w:after="280"/>
      <w:ind w:left="936" w:right="936"/>
    </w:pPr>
    <w:rPr>
      <w:b/>
      <w:bCs/>
      <w:i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651FA3"/>
    <w:rPr>
      <w:rFonts w:ascii="Aptos" w:hAnsi="Aptos" w:cstheme="minorBidi"/>
      <w:b/>
      <w:bCs/>
      <w:i/>
      <w:iCs/>
      <w:szCs w:val="24"/>
    </w:rPr>
  </w:style>
  <w:style w:type="character" w:styleId="Zdraznnjemn">
    <w:name w:val="Subtle Emphasis"/>
    <w:basedOn w:val="Standardnpsmoodstavce"/>
    <w:uiPriority w:val="19"/>
    <w:qFormat/>
    <w:rsid w:val="00651FA3"/>
    <w:rPr>
      <w:rFonts w:ascii="Aptos" w:hAnsi="Aptos"/>
      <w:i/>
      <w:iCs/>
      <w:color w:val="808080" w:themeColor="background1" w:themeShade="80"/>
    </w:rPr>
  </w:style>
  <w:style w:type="character" w:styleId="Zdraznnintenzivn">
    <w:name w:val="Intense Emphasis"/>
    <w:basedOn w:val="Standardnpsmoodstavce"/>
    <w:uiPriority w:val="21"/>
    <w:qFormat/>
    <w:rsid w:val="00651FA3"/>
    <w:rPr>
      <w:rFonts w:ascii="Aptos" w:hAnsi="Aptos"/>
      <w:b/>
      <w:bCs/>
      <w:i/>
      <w:iCs/>
      <w:color w:val="auto"/>
    </w:rPr>
  </w:style>
  <w:style w:type="character" w:styleId="Odkazjemn">
    <w:name w:val="Subtle Reference"/>
    <w:basedOn w:val="Standardnpsmoodstavce"/>
    <w:uiPriority w:val="31"/>
    <w:qFormat/>
    <w:rsid w:val="00651FA3"/>
    <w:rPr>
      <w:rFonts w:ascii="Aptos" w:hAnsi="Aptos"/>
      <w:smallCaps/>
      <w:color w:val="auto"/>
      <w:u w:val="single"/>
      <w:bdr w:val="none" w:sz="0" w:space="0" w:color="auto"/>
    </w:rPr>
  </w:style>
  <w:style w:type="character" w:styleId="Odkazintenzivn">
    <w:name w:val="Intense Reference"/>
    <w:basedOn w:val="Standardnpsmoodstavce"/>
    <w:uiPriority w:val="32"/>
    <w:qFormat/>
    <w:rsid w:val="00651FA3"/>
    <w:rPr>
      <w:rFonts w:ascii="Aptos" w:hAnsi="Aptos"/>
      <w:b/>
      <w:bCs/>
      <w:smallCaps/>
      <w:color w:val="auto"/>
      <w:spacing w:val="5"/>
      <w:u w:val="single"/>
    </w:rPr>
  </w:style>
  <w:style w:type="character" w:styleId="Nzevknihy">
    <w:name w:val="Book Title"/>
    <w:basedOn w:val="Standardnpsmoodstavce"/>
    <w:uiPriority w:val="33"/>
    <w:qFormat/>
    <w:rsid w:val="00651FA3"/>
    <w:rPr>
      <w:rFonts w:ascii="Aptos" w:hAnsi="Aptos"/>
      <w:b/>
      <w:bCs/>
      <w:smallCaps/>
      <w:spacing w:val="5"/>
    </w:rPr>
  </w:style>
  <w:style w:type="paragraph" w:styleId="Zpat">
    <w:name w:val="footer"/>
    <w:basedOn w:val="Normln"/>
    <w:link w:val="ZpatChar"/>
    <w:uiPriority w:val="99"/>
    <w:unhideWhenUsed/>
    <w:rsid w:val="00345D4C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345D4C"/>
    <w:rPr>
      <w:rFonts w:ascii="Calibri" w:hAnsi="Calibri"/>
      <w:szCs w:val="24"/>
    </w:rPr>
  </w:style>
  <w:style w:type="character" w:customStyle="1" w:styleId="Nadpis4Char">
    <w:name w:val="Nadpis 4 Char"/>
    <w:basedOn w:val="Standardnpsmoodstavce"/>
    <w:link w:val="Nadpis4"/>
    <w:semiHidden/>
    <w:rsid w:val="00651FA3"/>
    <w:rPr>
      <w:rFonts w:asciiTheme="majorHAnsi" w:eastAsiaTheme="majorEastAsia" w:hAnsiTheme="majorHAnsi" w:cstheme="majorBidi"/>
      <w:i/>
      <w:iCs/>
      <w:color w:val="2F5496" w:themeColor="accent1" w:themeShade="BF"/>
      <w:szCs w:val="24"/>
    </w:rPr>
  </w:style>
  <w:style w:type="character" w:customStyle="1" w:styleId="Nadpis5Char">
    <w:name w:val="Nadpis 5 Char"/>
    <w:basedOn w:val="Standardnpsmoodstavce"/>
    <w:link w:val="Nadpis5"/>
    <w:semiHidden/>
    <w:rsid w:val="00651FA3"/>
    <w:rPr>
      <w:rFonts w:asciiTheme="majorHAnsi" w:eastAsiaTheme="majorEastAsia" w:hAnsiTheme="majorHAnsi" w:cstheme="majorBidi"/>
      <w:color w:val="2F5496" w:themeColor="accent1" w:themeShade="BF"/>
      <w:szCs w:val="24"/>
    </w:rPr>
  </w:style>
  <w:style w:type="character" w:customStyle="1" w:styleId="Nadpis6Char">
    <w:name w:val="Nadpis 6 Char"/>
    <w:basedOn w:val="Standardnpsmoodstavce"/>
    <w:link w:val="Nadpis6"/>
    <w:semiHidden/>
    <w:rsid w:val="00651FA3"/>
    <w:rPr>
      <w:rFonts w:asciiTheme="majorHAnsi" w:eastAsiaTheme="majorEastAsia" w:hAnsiTheme="majorHAnsi" w:cstheme="majorBidi"/>
      <w:color w:val="1F3763" w:themeColor="accent1" w:themeShade="7F"/>
      <w:szCs w:val="24"/>
    </w:rPr>
  </w:style>
  <w:style w:type="character" w:customStyle="1" w:styleId="Nadpis7Char">
    <w:name w:val="Nadpis 7 Char"/>
    <w:basedOn w:val="Standardnpsmoodstavce"/>
    <w:link w:val="Nadpis7"/>
    <w:semiHidden/>
    <w:rsid w:val="00651FA3"/>
    <w:rPr>
      <w:rFonts w:asciiTheme="majorHAnsi" w:eastAsiaTheme="majorEastAsia" w:hAnsiTheme="majorHAnsi" w:cstheme="majorBidi"/>
      <w:i/>
      <w:iCs/>
      <w:color w:val="1F3763" w:themeColor="accent1" w:themeShade="7F"/>
      <w:szCs w:val="24"/>
    </w:rPr>
  </w:style>
  <w:style w:type="character" w:customStyle="1" w:styleId="Nadpis8Char">
    <w:name w:val="Nadpis 8 Char"/>
    <w:basedOn w:val="Standardnpsmoodstavce"/>
    <w:link w:val="Nadpis8"/>
    <w:semiHidden/>
    <w:rsid w:val="00651FA3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semiHidden/>
    <w:rsid w:val="00651FA3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Odstavecseseznamem">
    <w:name w:val="List Paragraph"/>
    <w:basedOn w:val="Normln"/>
    <w:uiPriority w:val="34"/>
    <w:qFormat/>
    <w:rsid w:val="00651FA3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AF1E7A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AF1E7A"/>
    <w:rPr>
      <w:color w:val="605E5C"/>
      <w:shd w:val="clear" w:color="auto" w:fill="E1DFDD"/>
    </w:rPr>
  </w:style>
  <w:style w:type="table" w:styleId="Mkatabulky">
    <w:name w:val="Table Grid"/>
    <w:basedOn w:val="Normlntabulka"/>
    <w:uiPriority w:val="39"/>
    <w:rsid w:val="00F801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lnNarrow">
    <w:name w:val="Normální Narrow"/>
    <w:basedOn w:val="Tabulka"/>
    <w:link w:val="NormlnNarrowChar"/>
    <w:qFormat/>
    <w:rsid w:val="00651FA3"/>
    <w:pPr>
      <w:spacing w:after="60"/>
    </w:pPr>
    <w:rPr>
      <w:rFonts w:cstheme="minorHAnsi"/>
      <w:bCs/>
    </w:rPr>
  </w:style>
  <w:style w:type="character" w:customStyle="1" w:styleId="NormlnNarrowChar">
    <w:name w:val="Normální Narrow Char"/>
    <w:basedOn w:val="TabulkaChar"/>
    <w:link w:val="NormlnNarrow"/>
    <w:rsid w:val="00651FA3"/>
    <w:rPr>
      <w:rFonts w:ascii="Aptos Narrow" w:hAnsi="Aptos Narrow" w:cstheme="minorHAnsi"/>
      <w:bCs/>
      <w:szCs w:val="24"/>
    </w:rPr>
  </w:style>
  <w:style w:type="paragraph" w:customStyle="1" w:styleId="TabulkaNarrow">
    <w:name w:val="Tabulka Narrow"/>
    <w:basedOn w:val="Tabulka"/>
    <w:qFormat/>
    <w:rsid w:val="00651FA3"/>
  </w:style>
  <w:style w:type="paragraph" w:styleId="Citt">
    <w:name w:val="Quote"/>
    <w:basedOn w:val="Normln"/>
    <w:next w:val="Normln"/>
    <w:link w:val="CittChar"/>
    <w:uiPriority w:val="29"/>
    <w:qFormat/>
    <w:rsid w:val="00651FA3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651FA3"/>
    <w:rPr>
      <w:rFonts w:ascii="Aptos" w:hAnsi="Aptos" w:cstheme="minorBidi"/>
      <w:i/>
      <w:iCs/>
      <w:color w:val="404040" w:themeColor="text1" w:themeTint="BF"/>
      <w:szCs w:val="24"/>
    </w:rPr>
  </w:style>
  <w:style w:type="character" w:customStyle="1" w:styleId="TabulkaChar">
    <w:name w:val="Tabulka Char"/>
    <w:basedOn w:val="Standardnpsmoodstavce"/>
    <w:link w:val="Tabulka"/>
    <w:rsid w:val="00651FA3"/>
    <w:rPr>
      <w:rFonts w:ascii="Aptos" w:hAnsi="Aptos" w:cstheme="minorBidi"/>
      <w:szCs w:val="24"/>
    </w:rPr>
  </w:style>
  <w:style w:type="character" w:styleId="Sledovanodkaz">
    <w:name w:val="FollowedHyperlink"/>
    <w:basedOn w:val="Standardnpsmoodstavce"/>
    <w:uiPriority w:val="99"/>
    <w:semiHidden/>
    <w:unhideWhenUsed/>
    <w:rsid w:val="0076217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3447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914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8719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6438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9622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287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981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9699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OneDrive%20-%20SDH%20SVOJ&#352;OVICE\0%20OSH%20ORR\HLP\hlp_OSH.dotx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3A58A2-788E-4495-B4FD-99AA6000E9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hlp_OSH.dotx</Template>
  <TotalTime>5</TotalTime>
  <Pages>2</Pages>
  <Words>307</Words>
  <Characters>1818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Tomáš Zachat</dc:creator>
  <cp:keywords/>
  <dc:description/>
  <cp:lastModifiedBy>Tomáš Zachat</cp:lastModifiedBy>
  <cp:revision>5</cp:revision>
  <cp:lastPrinted>2023-03-12T16:53:00Z</cp:lastPrinted>
  <dcterms:created xsi:type="dcterms:W3CDTF">2025-11-12T13:30:00Z</dcterms:created>
  <dcterms:modified xsi:type="dcterms:W3CDTF">2025-11-12T13:56:00Z</dcterms:modified>
</cp:coreProperties>
</file>